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E2" w:rsidRPr="00612CED" w:rsidRDefault="00B216E2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B216E2" w:rsidRPr="00612CED" w:rsidRDefault="00B216E2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216E2" w:rsidRPr="00612CED" w:rsidRDefault="00B216E2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216E2" w:rsidRPr="008E6304" w:rsidRDefault="00B216E2" w:rsidP="008E6304">
      <w:pPr>
        <w:rPr>
          <w:sz w:val="28"/>
          <w:szCs w:val="28"/>
        </w:rPr>
      </w:pPr>
      <w:r w:rsidRPr="008E6304">
        <w:rPr>
          <w:sz w:val="28"/>
          <w:szCs w:val="28"/>
        </w:rPr>
        <w:t xml:space="preserve">                                                                      от  06 мая </w:t>
      </w:r>
      <w:smartTag w:uri="urn:schemas-microsoft-com:office:smarttags" w:element="metricconverter">
        <w:smartTagPr>
          <w:attr w:name="ProductID" w:val="2025 г"/>
        </w:smartTagPr>
        <w:r w:rsidRPr="008E6304">
          <w:rPr>
            <w:sz w:val="28"/>
            <w:szCs w:val="28"/>
          </w:rPr>
          <w:t>2025 г</w:t>
        </w:r>
      </w:smartTag>
      <w:r w:rsidRPr="008E6304">
        <w:rPr>
          <w:sz w:val="28"/>
          <w:szCs w:val="28"/>
        </w:rPr>
        <w:t>.  № 33</w:t>
      </w:r>
    </w:p>
    <w:p w:rsidR="00B216E2" w:rsidRPr="00612CED" w:rsidRDefault="00B216E2" w:rsidP="009F0947">
      <w:pPr>
        <w:pStyle w:val="Header"/>
        <w:tabs>
          <w:tab w:val="left" w:pos="4800"/>
        </w:tabs>
        <w:ind w:left="4800"/>
      </w:pPr>
    </w:p>
    <w:p w:rsidR="00B216E2" w:rsidRPr="00612CED" w:rsidRDefault="00B216E2" w:rsidP="009F0947">
      <w:pPr>
        <w:pStyle w:val="Header"/>
        <w:tabs>
          <w:tab w:val="left" w:pos="4800"/>
        </w:tabs>
        <w:ind w:left="4800"/>
      </w:pPr>
    </w:p>
    <w:p w:rsidR="00B216E2" w:rsidRDefault="00B216E2"/>
    <w:tbl>
      <w:tblPr>
        <w:tblW w:w="13179" w:type="dxa"/>
        <w:tblInd w:w="-106" w:type="dxa"/>
        <w:tblLook w:val="0000"/>
      </w:tblPr>
      <w:tblGrid>
        <w:gridCol w:w="13179"/>
      </w:tblGrid>
      <w:tr w:rsidR="00B216E2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B216E2" w:rsidRPr="009824A1" w:rsidRDefault="00B216E2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216E2" w:rsidRPr="00506C4A" w:rsidRDefault="00B216E2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B216E2" w:rsidRPr="009824A1" w:rsidTr="00840A41">
        <w:tc>
          <w:tcPr>
            <w:tcW w:w="3234" w:type="dxa"/>
            <w:vAlign w:val="center"/>
          </w:tcPr>
          <w:p w:rsidR="00B216E2" w:rsidRPr="009824A1" w:rsidRDefault="00B216E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B216E2" w:rsidRPr="009824A1" w:rsidRDefault="00B216E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B216E2" w:rsidRPr="009824A1" w:rsidRDefault="00B216E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B216E2" w:rsidRPr="008F6788" w:rsidRDefault="00B216E2" w:rsidP="002A10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5 446 700,0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B216E2" w:rsidRPr="008F6788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B216E2" w:rsidRPr="009824A1" w:rsidRDefault="00B216E2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3 410 700,0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85 000,0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148 000,0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480 000,0</w:t>
            </w:r>
          </w:p>
        </w:tc>
      </w:tr>
      <w:tr w:rsidR="00B216E2" w:rsidRPr="009824A1" w:rsidTr="008E7B3B">
        <w:trPr>
          <w:trHeight w:val="1452"/>
        </w:trPr>
        <w:tc>
          <w:tcPr>
            <w:tcW w:w="3234" w:type="dxa"/>
          </w:tcPr>
          <w:p w:rsidR="00B216E2" w:rsidRPr="009824A1" w:rsidRDefault="00B216E2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B216E2" w:rsidRDefault="00B216E2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591 000,0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B216E2" w:rsidRPr="009824A1" w:rsidRDefault="00B216E2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77 407 687,03</w:t>
            </w:r>
          </w:p>
        </w:tc>
      </w:tr>
      <w:tr w:rsidR="00B216E2" w:rsidRPr="009824A1" w:rsidTr="00C31477">
        <w:trPr>
          <w:trHeight w:val="1044"/>
        </w:trPr>
        <w:tc>
          <w:tcPr>
            <w:tcW w:w="3234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B216E2" w:rsidRPr="009824A1" w:rsidRDefault="00B216E2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5 113 300,0</w:t>
            </w:r>
          </w:p>
        </w:tc>
      </w:tr>
      <w:tr w:rsidR="00B216E2" w:rsidRPr="009824A1" w:rsidTr="00840A41">
        <w:trPr>
          <w:trHeight w:val="396"/>
        </w:trPr>
        <w:tc>
          <w:tcPr>
            <w:tcW w:w="3234" w:type="dxa"/>
          </w:tcPr>
          <w:p w:rsidR="00B216E2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B216E2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B216E2" w:rsidRDefault="00B216E2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66 766 439,46</w:t>
            </w:r>
          </w:p>
        </w:tc>
      </w:tr>
      <w:tr w:rsidR="00B216E2" w:rsidRPr="009824A1" w:rsidTr="00840A41">
        <w:tc>
          <w:tcPr>
            <w:tcW w:w="3234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B216E2" w:rsidRPr="009824A1" w:rsidRDefault="00B216E2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197 600,0</w:t>
            </w:r>
          </w:p>
        </w:tc>
      </w:tr>
      <w:tr w:rsidR="00B216E2" w:rsidRPr="009824A1" w:rsidTr="008E6304">
        <w:trPr>
          <w:trHeight w:val="552"/>
        </w:trPr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B216E2" w:rsidRDefault="00B216E2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4 641 650,0</w:t>
            </w:r>
          </w:p>
          <w:p w:rsidR="00B216E2" w:rsidRDefault="00B216E2" w:rsidP="006E7EFC">
            <w:pPr>
              <w:jc w:val="both"/>
              <w:rPr>
                <w:sz w:val="28"/>
                <w:szCs w:val="28"/>
              </w:rPr>
            </w:pPr>
          </w:p>
        </w:tc>
      </w:tr>
      <w:tr w:rsidR="00B216E2" w:rsidRPr="009824A1" w:rsidTr="00840A41">
        <w:trPr>
          <w:trHeight w:val="408"/>
        </w:trPr>
        <w:tc>
          <w:tcPr>
            <w:tcW w:w="3234" w:type="dxa"/>
          </w:tcPr>
          <w:p w:rsidR="00B216E2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2 07 05000 10 0000 150</w:t>
            </w:r>
          </w:p>
        </w:tc>
        <w:tc>
          <w:tcPr>
            <w:tcW w:w="4961" w:type="dxa"/>
          </w:tcPr>
          <w:p w:rsidR="00B216E2" w:rsidRDefault="00B216E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2" w:type="dxa"/>
          </w:tcPr>
          <w:p w:rsidR="00B216E2" w:rsidRDefault="00B216E2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688 697,57</w:t>
            </w:r>
          </w:p>
        </w:tc>
      </w:tr>
      <w:tr w:rsidR="00B216E2" w:rsidRPr="009824A1" w:rsidTr="00840A41">
        <w:trPr>
          <w:trHeight w:val="248"/>
        </w:trPr>
        <w:tc>
          <w:tcPr>
            <w:tcW w:w="3234" w:type="dxa"/>
          </w:tcPr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B216E2" w:rsidRPr="009824A1" w:rsidRDefault="00B216E2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B216E2" w:rsidRPr="0064467E" w:rsidRDefault="00B216E2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82 854 387,03</w:t>
            </w:r>
          </w:p>
        </w:tc>
      </w:tr>
      <w:tr w:rsidR="00B216E2" w:rsidRPr="009824A1" w:rsidTr="00840A41">
        <w:trPr>
          <w:trHeight w:val="248"/>
        </w:trPr>
        <w:tc>
          <w:tcPr>
            <w:tcW w:w="10037" w:type="dxa"/>
            <w:gridSpan w:val="3"/>
          </w:tcPr>
          <w:p w:rsidR="00B216E2" w:rsidRDefault="00B216E2" w:rsidP="00840A41">
            <w:pPr>
              <w:rPr>
                <w:sz w:val="28"/>
                <w:szCs w:val="28"/>
              </w:rPr>
            </w:pPr>
          </w:p>
          <w:p w:rsidR="00B216E2" w:rsidRPr="009824A1" w:rsidRDefault="00B216E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B216E2" w:rsidRDefault="00B216E2"/>
    <w:p w:rsidR="00B216E2" w:rsidRDefault="00B216E2"/>
    <w:p w:rsidR="00B216E2" w:rsidRDefault="00B216E2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B216E2" w:rsidTr="00D70FB2">
        <w:tc>
          <w:tcPr>
            <w:tcW w:w="6436" w:type="dxa"/>
            <w:vAlign w:val="bottom"/>
          </w:tcPr>
          <w:p w:rsidR="00B216E2" w:rsidRDefault="00B216E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216E2" w:rsidRDefault="00B216E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B216E2" w:rsidRDefault="00B216E2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216E2" w:rsidRDefault="00B216E2">
      <w:bookmarkStart w:id="0" w:name="_GoBack"/>
      <w:bookmarkEnd w:id="0"/>
    </w:p>
    <w:sectPr w:rsidR="00B216E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3F5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42E9"/>
    <w:rsid w:val="001372E1"/>
    <w:rsid w:val="00137DE1"/>
    <w:rsid w:val="00140763"/>
    <w:rsid w:val="001410FB"/>
    <w:rsid w:val="001440AB"/>
    <w:rsid w:val="00153D40"/>
    <w:rsid w:val="001566B1"/>
    <w:rsid w:val="00160E9C"/>
    <w:rsid w:val="00165008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94E"/>
    <w:rsid w:val="00192E63"/>
    <w:rsid w:val="00193F5C"/>
    <w:rsid w:val="001943FD"/>
    <w:rsid w:val="00194DAC"/>
    <w:rsid w:val="0019527C"/>
    <w:rsid w:val="00196AD1"/>
    <w:rsid w:val="001A5AD9"/>
    <w:rsid w:val="001B0DBB"/>
    <w:rsid w:val="001B432C"/>
    <w:rsid w:val="001B4C3C"/>
    <w:rsid w:val="001B7601"/>
    <w:rsid w:val="001C02F3"/>
    <w:rsid w:val="001C222E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1C00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6FC1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C6B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0D4F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2674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3928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4428"/>
    <w:rsid w:val="00766986"/>
    <w:rsid w:val="00767F5A"/>
    <w:rsid w:val="00770FFC"/>
    <w:rsid w:val="00776278"/>
    <w:rsid w:val="00776E4B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0D7C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4D49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6304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9F637D"/>
    <w:rsid w:val="00A027E0"/>
    <w:rsid w:val="00A1059A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649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16E2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CF499B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4489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49C2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67E57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441</Words>
  <Characters>2519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2023-11-07T10:28:00Z</cp:lastPrinted>
  <dcterms:created xsi:type="dcterms:W3CDTF">2018-11-08T12:42:00Z</dcterms:created>
  <dcterms:modified xsi:type="dcterms:W3CDTF">2025-05-07T09:16:00Z</dcterms:modified>
</cp:coreProperties>
</file>